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3142D63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44ED0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2F207811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F44ED0">
        <w:rPr>
          <w:rFonts w:ascii="Corbel" w:hAnsi="Corbel"/>
          <w:sz w:val="24"/>
          <w:szCs w:val="24"/>
        </w:rPr>
        <w:t>3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F44ED0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32FD7">
              <w:rPr>
                <w:rFonts w:ascii="Corbel" w:hAnsi="Corbel"/>
                <w:b w:val="0"/>
                <w:sz w:val="24"/>
                <w:szCs w:val="24"/>
              </w:rPr>
              <w:t>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60E252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0C2D04" w14:textId="77777777" w:rsidR="00AE1C76" w:rsidRDefault="00032FD7" w:rsidP="00AE1C7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155CC75F" w:rsidR="003823BE" w:rsidRPr="00032FD7" w:rsidRDefault="00AE1C76" w:rsidP="00AE1C7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Wykł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Konw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Sem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Prakt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logitowej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logitowej</w:t>
            </w:r>
            <w:proofErr w:type="spellEnd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EE00415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55AC4451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Gołębiowski G.,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Grycuk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Tłaczała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Wiśniewski P., Analiza finansowa przedsiębiorstwa, DIFIN,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Zahir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inansami przedsiębiorstwa, Difin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84466" w14:textId="77777777" w:rsidR="00097CBB" w:rsidRDefault="00097CBB" w:rsidP="00C16ABF">
      <w:pPr>
        <w:spacing w:after="0" w:line="240" w:lineRule="auto"/>
      </w:pPr>
      <w:r>
        <w:separator/>
      </w:r>
    </w:p>
  </w:endnote>
  <w:endnote w:type="continuationSeparator" w:id="0">
    <w:p w14:paraId="7716FDE3" w14:textId="77777777" w:rsidR="00097CBB" w:rsidRDefault="00097C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8124F" w14:textId="77777777" w:rsidR="00097CBB" w:rsidRDefault="00097CBB" w:rsidP="00C16ABF">
      <w:pPr>
        <w:spacing w:after="0" w:line="240" w:lineRule="auto"/>
      </w:pPr>
      <w:r>
        <w:separator/>
      </w:r>
    </w:p>
  </w:footnote>
  <w:footnote w:type="continuationSeparator" w:id="0">
    <w:p w14:paraId="2C25A28C" w14:textId="77777777" w:rsidR="00097CBB" w:rsidRDefault="00097CB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97CB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1C7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24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44ED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0E1432-F0F4-4D12-83C5-85844C9D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1614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2020-10-25T22:14:00Z</dcterms:created>
  <dcterms:modified xsi:type="dcterms:W3CDTF">2022-02-09T08:12:00Z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